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6E95" w14:textId="77777777" w:rsidR="00E83EE4" w:rsidRPr="00DD3CDA" w:rsidRDefault="00E83EE4">
      <w:pPr>
        <w:jc w:val="center"/>
        <w:rPr>
          <w:b/>
          <w:sz w:val="34"/>
        </w:rPr>
      </w:pPr>
      <w:r w:rsidRPr="00DD3CDA">
        <w:rPr>
          <w:b/>
          <w:sz w:val="34"/>
        </w:rPr>
        <w:t>オリエンテーリング競技者（新規／継続）登録申請書</w:t>
      </w:r>
    </w:p>
    <w:p w14:paraId="0C9114C3" w14:textId="646487A8" w:rsidR="00E83EE4" w:rsidRPr="00DD3CDA" w:rsidRDefault="00637946" w:rsidP="00637946">
      <w:pPr>
        <w:tabs>
          <w:tab w:val="right" w:pos="9354"/>
        </w:tabs>
        <w:spacing w:line="300" w:lineRule="exact"/>
        <w:rPr>
          <w:sz w:val="24"/>
        </w:rPr>
      </w:pPr>
      <w:r>
        <w:rPr>
          <w:sz w:val="24"/>
        </w:rPr>
        <w:tab/>
      </w:r>
      <w:r w:rsidR="00E44368">
        <w:rPr>
          <w:rFonts w:hint="eastAsia"/>
          <w:sz w:val="24"/>
        </w:rPr>
        <w:t>令和</w:t>
      </w:r>
      <w:r w:rsidR="00E83EE4" w:rsidRPr="00DD3CDA">
        <w:rPr>
          <w:sz w:val="24"/>
        </w:rPr>
        <w:t xml:space="preserve">　　年　　月　　日</w:t>
      </w:r>
    </w:p>
    <w:p w14:paraId="06FD58F2" w14:textId="3F681B5A" w:rsidR="00D27DB1" w:rsidRDefault="00D27DB1" w:rsidP="00637946">
      <w:pPr>
        <w:spacing w:line="300" w:lineRule="exact"/>
        <w:rPr>
          <w:sz w:val="24"/>
        </w:rPr>
      </w:pPr>
      <w:r>
        <w:rPr>
          <w:rFonts w:hint="eastAsia"/>
          <w:sz w:val="24"/>
        </w:rPr>
        <w:t>□日本オリエンテーリング協会　御中</w:t>
      </w:r>
    </w:p>
    <w:p w14:paraId="34D62D05" w14:textId="664C2DF1" w:rsidR="00E83EE4" w:rsidRPr="00DD3CDA" w:rsidRDefault="00D27DB1" w:rsidP="00637946">
      <w:pPr>
        <w:spacing w:line="300" w:lineRule="exact"/>
        <w:rPr>
          <w:sz w:val="24"/>
        </w:rPr>
      </w:pPr>
      <w:r>
        <w:rPr>
          <w:rFonts w:hint="eastAsia"/>
          <w:sz w:val="24"/>
        </w:rPr>
        <w:t>□</w:t>
      </w:r>
      <w:r w:rsidRPr="00D27DB1">
        <w:rPr>
          <w:rFonts w:hint="eastAsia"/>
          <w:sz w:val="24"/>
          <w:u w:val="single"/>
        </w:rPr>
        <w:t xml:space="preserve">　　　　</w:t>
      </w:r>
      <w:r w:rsidR="000B05A4">
        <w:rPr>
          <w:rFonts w:hint="eastAsia"/>
          <w:sz w:val="24"/>
        </w:rPr>
        <w:t>（</w:t>
      </w:r>
      <w:r w:rsidR="00DD3CDA" w:rsidRPr="00DD3CDA">
        <w:rPr>
          <w:sz w:val="24"/>
        </w:rPr>
        <w:t>都道府県</w:t>
      </w:r>
      <w:r w:rsidR="000B05A4">
        <w:rPr>
          <w:rFonts w:hint="eastAsia"/>
          <w:sz w:val="24"/>
        </w:rPr>
        <w:t>）</w:t>
      </w:r>
      <w:r w:rsidR="00E83EE4" w:rsidRPr="00DD3CDA">
        <w:rPr>
          <w:sz w:val="24"/>
        </w:rPr>
        <w:t xml:space="preserve">オリエンテーリング協会　</w:t>
      </w:r>
      <w:r w:rsidR="00DD3CDA" w:rsidRPr="00DD3CDA">
        <w:rPr>
          <w:sz w:val="24"/>
        </w:rPr>
        <w:t>御中</w:t>
      </w:r>
    </w:p>
    <w:p w14:paraId="1789EACA" w14:textId="77777777" w:rsidR="00E83EE4" w:rsidRPr="00DD3CDA" w:rsidRDefault="00E83EE4" w:rsidP="00637946">
      <w:pPr>
        <w:spacing w:line="300" w:lineRule="exact"/>
        <w:rPr>
          <w:sz w:val="24"/>
        </w:rPr>
      </w:pPr>
    </w:p>
    <w:p w14:paraId="21011649" w14:textId="72103550" w:rsidR="00E83EE4" w:rsidRPr="00DD3CDA" w:rsidRDefault="00E44368" w:rsidP="00637946">
      <w:pPr>
        <w:pStyle w:val="a8"/>
        <w:spacing w:line="300" w:lineRule="exact"/>
        <w:ind w:left="210" w:right="-1"/>
      </w:pPr>
      <w:r>
        <w:rPr>
          <w:rFonts w:hint="eastAsia"/>
        </w:rPr>
        <w:t>令和</w:t>
      </w:r>
      <w:r w:rsidR="00E83EE4" w:rsidRPr="00DD3CDA">
        <w:t>＿＿＿年度オリエンテーリング競技者登録をしたいので、登録料を添えて申請</w:t>
      </w:r>
      <w:r w:rsidR="00D52C33" w:rsidRPr="00DD3CDA">
        <w:t>致</w:t>
      </w:r>
      <w:r w:rsidR="00E83EE4" w:rsidRPr="00DD3CDA">
        <w:t>します。</w:t>
      </w:r>
    </w:p>
    <w:p w14:paraId="41C0AC43" w14:textId="113DF861" w:rsidR="00E83EE4" w:rsidRPr="00DD3CDA" w:rsidRDefault="00E83EE4">
      <w:pPr>
        <w:jc w:val="right"/>
        <w:rPr>
          <w:rFonts w:hint="eastAsia"/>
          <w:sz w:val="24"/>
        </w:rPr>
      </w:pPr>
      <w:r w:rsidRPr="00DD3CDA">
        <w:rPr>
          <w:sz w:val="24"/>
        </w:rPr>
        <w:t>氏名＿＿＿＿＿＿＿＿＿＿＿＿＿</w:t>
      </w:r>
    </w:p>
    <w:p w14:paraId="179D5398" w14:textId="77777777" w:rsidR="00E83EE4" w:rsidRPr="00DD3CDA" w:rsidRDefault="00E83EE4">
      <w:pPr>
        <w:spacing w:line="160" w:lineRule="exact"/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  <w:gridCol w:w="1050"/>
        <w:gridCol w:w="1691"/>
        <w:gridCol w:w="514"/>
        <w:gridCol w:w="525"/>
        <w:gridCol w:w="315"/>
        <w:gridCol w:w="420"/>
        <w:gridCol w:w="2337"/>
        <w:gridCol w:w="1559"/>
      </w:tblGrid>
      <w:tr w:rsidR="00E03BA1" w:rsidRPr="00DD3CDA" w14:paraId="1016B82C" w14:textId="77777777" w:rsidTr="00E44368">
        <w:tblPrEx>
          <w:tblCellMar>
            <w:top w:w="0" w:type="dxa"/>
            <w:bottom w:w="0" w:type="dxa"/>
          </w:tblCellMar>
        </w:tblPrEx>
        <w:trPr>
          <w:cantSplit/>
          <w:trHeight w:val="1217"/>
        </w:trPr>
        <w:tc>
          <w:tcPr>
            <w:tcW w:w="945" w:type="dxa"/>
            <w:vAlign w:val="center"/>
          </w:tcPr>
          <w:p w14:paraId="099CAC1D" w14:textId="77777777" w:rsidR="00E03BA1" w:rsidRPr="00DD3CDA" w:rsidRDefault="00E03BA1">
            <w:pPr>
              <w:rPr>
                <w:sz w:val="16"/>
              </w:rPr>
            </w:pPr>
            <w:r w:rsidRPr="00DD3CDA">
              <w:rPr>
                <w:sz w:val="16"/>
              </w:rPr>
              <w:t>ふりがな</w:t>
            </w:r>
          </w:p>
          <w:p w14:paraId="5A83895C" w14:textId="77777777" w:rsidR="00E03BA1" w:rsidRPr="00DD3CDA" w:rsidRDefault="00E03BA1" w:rsidP="00A442B0">
            <w:pPr>
              <w:jc w:val="distribute"/>
            </w:pPr>
            <w:r w:rsidRPr="00DD3CDA">
              <w:t>氏名</w:t>
            </w:r>
          </w:p>
        </w:tc>
        <w:tc>
          <w:tcPr>
            <w:tcW w:w="3255" w:type="dxa"/>
            <w:gridSpan w:val="3"/>
          </w:tcPr>
          <w:p w14:paraId="652C7ED2" w14:textId="77777777" w:rsidR="00E44368" w:rsidRDefault="00E44368" w:rsidP="00E44368">
            <w:pPr>
              <w:rPr>
                <w:sz w:val="16"/>
              </w:rPr>
            </w:pPr>
          </w:p>
          <w:p w14:paraId="03396A70" w14:textId="1A73BD29" w:rsidR="00E03BA1" w:rsidRDefault="00850C9B" w:rsidP="00E44368">
            <w:pPr>
              <w:rPr>
                <w:rFonts w:hint="eastAsia"/>
                <w:sz w:val="16"/>
              </w:rPr>
            </w:pPr>
            <w:r w:rsidRPr="00850C9B">
              <w:rPr>
                <w:rFonts w:hint="eastAsia"/>
                <w:sz w:val="16"/>
              </w:rPr>
              <w:t>ふりがな</w:t>
            </w:r>
          </w:p>
          <w:p w14:paraId="4CB50043" w14:textId="77777777" w:rsidR="00850C9B" w:rsidRPr="00850C9B" w:rsidRDefault="00850C9B" w:rsidP="00E44368">
            <w:pPr>
              <w:rPr>
                <w:sz w:val="24"/>
              </w:rPr>
            </w:pPr>
          </w:p>
        </w:tc>
        <w:tc>
          <w:tcPr>
            <w:tcW w:w="525" w:type="dxa"/>
            <w:vAlign w:val="center"/>
          </w:tcPr>
          <w:p w14:paraId="56D7DF4F" w14:textId="77777777" w:rsidR="00E03BA1" w:rsidRPr="00DD3CDA" w:rsidRDefault="00E03BA1">
            <w:r w:rsidRPr="00DD3CDA">
              <w:t>男</w:t>
            </w:r>
          </w:p>
          <w:p w14:paraId="329EC9CB" w14:textId="77777777" w:rsidR="00E03BA1" w:rsidRPr="00DD3CDA" w:rsidRDefault="00E03BA1">
            <w:pPr>
              <w:spacing w:line="120" w:lineRule="exact"/>
            </w:pPr>
          </w:p>
          <w:p w14:paraId="10B04066" w14:textId="77777777" w:rsidR="00E03BA1" w:rsidRPr="00DD3CDA" w:rsidRDefault="00E03BA1">
            <w:r w:rsidRPr="00DD3CDA">
              <w:t>女</w:t>
            </w:r>
          </w:p>
        </w:tc>
        <w:tc>
          <w:tcPr>
            <w:tcW w:w="735" w:type="dxa"/>
            <w:gridSpan w:val="2"/>
            <w:vAlign w:val="center"/>
          </w:tcPr>
          <w:p w14:paraId="54A33FC0" w14:textId="77777777" w:rsidR="00E03BA1" w:rsidRPr="00DD3CDA" w:rsidRDefault="00E03BA1">
            <w:r w:rsidRPr="00DD3CDA">
              <w:t>生年</w:t>
            </w:r>
          </w:p>
          <w:p w14:paraId="15D19985" w14:textId="77777777" w:rsidR="00E03BA1" w:rsidRPr="00DD3CDA" w:rsidRDefault="00E03BA1">
            <w:pPr>
              <w:spacing w:line="120" w:lineRule="exact"/>
            </w:pPr>
          </w:p>
          <w:p w14:paraId="24FB44F5" w14:textId="77777777" w:rsidR="00E03BA1" w:rsidRPr="00DD3CDA" w:rsidRDefault="00E03BA1">
            <w:r w:rsidRPr="00DD3CDA">
              <w:t>月日</w:t>
            </w:r>
          </w:p>
        </w:tc>
        <w:tc>
          <w:tcPr>
            <w:tcW w:w="3896" w:type="dxa"/>
            <w:gridSpan w:val="2"/>
          </w:tcPr>
          <w:p w14:paraId="569122F9" w14:textId="77777777" w:rsidR="00E03BA1" w:rsidRDefault="00E03BA1" w:rsidP="005E4FBD">
            <w:pPr>
              <w:rPr>
                <w:rFonts w:hint="eastAsia"/>
              </w:rPr>
            </w:pPr>
            <w:r>
              <w:rPr>
                <w:rFonts w:hint="eastAsia"/>
              </w:rPr>
              <w:t>（西暦）</w:t>
            </w:r>
          </w:p>
          <w:p w14:paraId="18F79E99" w14:textId="77777777" w:rsidR="005E4FBD" w:rsidRPr="00DD3CDA" w:rsidRDefault="005E4FBD" w:rsidP="005E4FBD"/>
          <w:p w14:paraId="6E8C1BE3" w14:textId="77777777" w:rsidR="00E03BA1" w:rsidRPr="00DD3CDA" w:rsidRDefault="00E03BA1" w:rsidP="005E4FBD">
            <w:r w:rsidRPr="00DD3CDA">
              <w:t xml:space="preserve">　</w:t>
            </w:r>
            <w:r>
              <w:rPr>
                <w:rFonts w:hint="eastAsia"/>
              </w:rPr>
              <w:t xml:space="preserve">　</w:t>
            </w:r>
            <w:r w:rsidRPr="00DD3CDA">
              <w:t xml:space="preserve">　</w:t>
            </w:r>
            <w:r w:rsidR="005E4FBD">
              <w:rPr>
                <w:rFonts w:hint="eastAsia"/>
              </w:rPr>
              <w:t xml:space="preserve">　　</w:t>
            </w:r>
            <w:r w:rsidRPr="00DD3CDA">
              <w:t xml:space="preserve">年　</w:t>
            </w:r>
            <w:r>
              <w:rPr>
                <w:rFonts w:hint="eastAsia"/>
              </w:rPr>
              <w:t xml:space="preserve">　</w:t>
            </w:r>
            <w:r w:rsidRPr="00DD3CDA">
              <w:t xml:space="preserve">　月</w:t>
            </w:r>
            <w:r>
              <w:rPr>
                <w:rFonts w:hint="eastAsia"/>
              </w:rPr>
              <w:t xml:space="preserve">　</w:t>
            </w:r>
            <w:r w:rsidRPr="00DD3CDA">
              <w:t xml:space="preserve">　　日生</w:t>
            </w:r>
          </w:p>
        </w:tc>
      </w:tr>
      <w:tr w:rsidR="00DD3CDA" w:rsidRPr="00DD3CDA" w14:paraId="36027869" w14:textId="77777777" w:rsidTr="00A442B0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945" w:type="dxa"/>
            <w:vAlign w:val="center"/>
          </w:tcPr>
          <w:p w14:paraId="385045D9" w14:textId="77777777" w:rsidR="00DD3CDA" w:rsidRPr="00DD3CDA" w:rsidRDefault="00DD3CDA" w:rsidP="00A442B0">
            <w:pPr>
              <w:jc w:val="distribute"/>
            </w:pPr>
            <w:r w:rsidRPr="00DD3CDA">
              <w:t>現住所</w:t>
            </w:r>
          </w:p>
        </w:tc>
        <w:tc>
          <w:tcPr>
            <w:tcW w:w="8411" w:type="dxa"/>
            <w:gridSpan w:val="8"/>
            <w:vAlign w:val="center"/>
          </w:tcPr>
          <w:p w14:paraId="7A946F25" w14:textId="77777777" w:rsidR="00DD3CDA" w:rsidRPr="00DD3CDA" w:rsidRDefault="00DD3CDA">
            <w:r w:rsidRPr="00DD3CDA">
              <w:t>〒</w:t>
            </w:r>
          </w:p>
          <w:p w14:paraId="2B78CC10" w14:textId="77777777" w:rsidR="00DD3CDA" w:rsidRPr="00DD3CDA" w:rsidRDefault="00DD3CDA"/>
          <w:p w14:paraId="543951C3" w14:textId="77777777" w:rsidR="00DD3CDA" w:rsidRPr="00DD3CDA" w:rsidRDefault="00DD3CDA"/>
        </w:tc>
      </w:tr>
      <w:tr w:rsidR="00DD3CDA" w:rsidRPr="00DD3CDA" w14:paraId="3AF7771D" w14:textId="77777777" w:rsidTr="00A764FF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45" w:type="dxa"/>
            <w:vAlign w:val="center"/>
          </w:tcPr>
          <w:p w14:paraId="17D2346E" w14:textId="77777777" w:rsidR="00DD3CDA" w:rsidRPr="00DD3CDA" w:rsidRDefault="00DD3CDA" w:rsidP="00A442B0">
            <w:pPr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2741" w:type="dxa"/>
            <w:gridSpan w:val="2"/>
            <w:vAlign w:val="center"/>
          </w:tcPr>
          <w:p w14:paraId="76322318" w14:textId="77777777" w:rsidR="00DD3CDA" w:rsidRPr="00DD3CDA" w:rsidRDefault="00DD3CDA" w:rsidP="000B05A4"/>
        </w:tc>
        <w:tc>
          <w:tcPr>
            <w:tcW w:w="1354" w:type="dxa"/>
            <w:gridSpan w:val="3"/>
            <w:vAlign w:val="center"/>
          </w:tcPr>
          <w:p w14:paraId="7C794654" w14:textId="77777777" w:rsidR="00DD3CDA" w:rsidRPr="00DD3CDA" w:rsidRDefault="00DD3CDA" w:rsidP="00A764FF">
            <w:r w:rsidRPr="00DD3CDA">
              <w:t>E-mail</w:t>
            </w:r>
            <w:r w:rsidR="00A764FF">
              <w:rPr>
                <w:rFonts w:hint="eastAsia"/>
              </w:rPr>
              <w:t xml:space="preserve"> *1</w:t>
            </w:r>
          </w:p>
        </w:tc>
        <w:tc>
          <w:tcPr>
            <w:tcW w:w="4316" w:type="dxa"/>
            <w:gridSpan w:val="3"/>
            <w:shd w:val="clear" w:color="auto" w:fill="auto"/>
            <w:vAlign w:val="center"/>
          </w:tcPr>
          <w:p w14:paraId="538BF309" w14:textId="77777777" w:rsidR="00DD3CDA" w:rsidRPr="00DD3CDA" w:rsidRDefault="00DD3CDA"/>
        </w:tc>
      </w:tr>
      <w:tr w:rsidR="00CD7576" w:rsidRPr="00DD3CDA" w14:paraId="5E78D0DA" w14:textId="77777777" w:rsidTr="00C7217F">
        <w:tblPrEx>
          <w:tblCellMar>
            <w:top w:w="0" w:type="dxa"/>
            <w:bottom w:w="0" w:type="dxa"/>
          </w:tblCellMar>
        </w:tblPrEx>
        <w:trPr>
          <w:cantSplit/>
          <w:trHeight w:val="708"/>
        </w:trPr>
        <w:tc>
          <w:tcPr>
            <w:tcW w:w="945" w:type="dxa"/>
            <w:vAlign w:val="center"/>
          </w:tcPr>
          <w:p w14:paraId="42A15B04" w14:textId="77777777" w:rsidR="00CD7576" w:rsidRPr="00DD3CDA" w:rsidRDefault="00CD7576" w:rsidP="00A442B0">
            <w:pPr>
              <w:jc w:val="distribute"/>
            </w:pPr>
            <w:r w:rsidRPr="00C070A7">
              <w:rPr>
                <w:rFonts w:hint="eastAsia"/>
              </w:rPr>
              <w:t>既登録</w:t>
            </w:r>
            <w:r w:rsidRPr="00DD3CDA">
              <w:t>番号</w:t>
            </w:r>
          </w:p>
        </w:tc>
        <w:tc>
          <w:tcPr>
            <w:tcW w:w="6852" w:type="dxa"/>
            <w:gridSpan w:val="7"/>
            <w:tcBorders>
              <w:right w:val="single" w:sz="4" w:space="0" w:color="FFFFFF"/>
            </w:tcBorders>
            <w:vAlign w:val="center"/>
          </w:tcPr>
          <w:p w14:paraId="2DC78D66" w14:textId="77777777" w:rsidR="00CD7576" w:rsidRPr="00DD3CDA" w:rsidRDefault="00CD7576">
            <w:pPr>
              <w:rPr>
                <w:sz w:val="16"/>
              </w:rPr>
            </w:pPr>
            <w:r w:rsidRPr="00DD3CDA">
              <w:rPr>
                <w:sz w:val="16"/>
              </w:rPr>
              <w:t>既登録者は、登録番号をご記入。</w:t>
            </w:r>
          </w:p>
          <w:p w14:paraId="3EDE9CCC" w14:textId="0CFE6495" w:rsidR="00CD7576" w:rsidRPr="00DD3CDA" w:rsidRDefault="00CD7576" w:rsidP="00BC2289"/>
        </w:tc>
        <w:tc>
          <w:tcPr>
            <w:tcW w:w="1559" w:type="dxa"/>
            <w:tcBorders>
              <w:left w:val="single" w:sz="4" w:space="0" w:color="FFFFFF"/>
            </w:tcBorders>
            <w:vAlign w:val="center"/>
          </w:tcPr>
          <w:p w14:paraId="0682AECE" w14:textId="24E1FEF3" w:rsidR="00CD7576" w:rsidRPr="00DD3CDA" w:rsidRDefault="00CD7576" w:rsidP="0022334D">
            <w:pPr>
              <w:rPr>
                <w:rFonts w:hint="eastAsia"/>
              </w:rPr>
            </w:pPr>
          </w:p>
        </w:tc>
      </w:tr>
      <w:tr w:rsidR="00CB33BC" w:rsidRPr="00DD3CDA" w14:paraId="4D980B39" w14:textId="77777777" w:rsidTr="00A442B0">
        <w:tblPrEx>
          <w:tblCellMar>
            <w:top w:w="0" w:type="dxa"/>
            <w:bottom w:w="0" w:type="dxa"/>
          </w:tblCellMar>
        </w:tblPrEx>
        <w:trPr>
          <w:cantSplit/>
          <w:trHeight w:val="341"/>
        </w:trPr>
        <w:tc>
          <w:tcPr>
            <w:tcW w:w="9356" w:type="dxa"/>
            <w:gridSpan w:val="9"/>
            <w:vAlign w:val="center"/>
          </w:tcPr>
          <w:p w14:paraId="5BF127FD" w14:textId="77777777" w:rsidR="00CB33BC" w:rsidRPr="00DD3CDA" w:rsidRDefault="00CB33BC">
            <w:r w:rsidRPr="00DD3CDA">
              <w:t>居住地が</w:t>
            </w:r>
            <w:r w:rsidR="00DD3CDA">
              <w:rPr>
                <w:rFonts w:hint="eastAsia"/>
              </w:rPr>
              <w:t>申請先都道府県</w:t>
            </w:r>
            <w:r w:rsidRPr="00DD3CDA">
              <w:t>以外の場合は、</w:t>
            </w:r>
            <w:r w:rsidR="0022334D">
              <w:rPr>
                <w:rFonts w:hint="eastAsia"/>
              </w:rPr>
              <w:t>理由にチェックし、</w:t>
            </w:r>
            <w:r w:rsidRPr="00DD3CDA">
              <w:t>下記事項を記入</w:t>
            </w:r>
            <w:r w:rsidR="000B05A4">
              <w:rPr>
                <w:rFonts w:hint="eastAsia"/>
              </w:rPr>
              <w:t>して</w:t>
            </w:r>
            <w:r w:rsidRPr="00DD3CDA">
              <w:t>ください。</w:t>
            </w:r>
          </w:p>
        </w:tc>
      </w:tr>
      <w:tr w:rsidR="00B825E4" w:rsidRPr="00DD3CDA" w14:paraId="7F27F013" w14:textId="77777777" w:rsidTr="008D18AB">
        <w:tblPrEx>
          <w:tblCellMar>
            <w:top w:w="0" w:type="dxa"/>
            <w:bottom w:w="0" w:type="dxa"/>
          </w:tblCellMar>
        </w:tblPrEx>
        <w:trPr>
          <w:cantSplit/>
          <w:trHeight w:val="352"/>
        </w:trPr>
        <w:tc>
          <w:tcPr>
            <w:tcW w:w="9356" w:type="dxa"/>
            <w:gridSpan w:val="9"/>
            <w:tcBorders>
              <w:bottom w:val="nil"/>
            </w:tcBorders>
            <w:vAlign w:val="center"/>
          </w:tcPr>
          <w:p w14:paraId="5CF35C47" w14:textId="77777777" w:rsidR="00B825E4" w:rsidRPr="00DD3CDA" w:rsidRDefault="00B825E4" w:rsidP="00B825E4">
            <w:r w:rsidRPr="00DD3CDA">
              <w:t>理　由</w:t>
            </w:r>
            <w:r>
              <w:rPr>
                <w:rFonts w:hint="eastAsia"/>
              </w:rPr>
              <w:t>：</w:t>
            </w:r>
            <w:r w:rsidRPr="00850C9B">
              <w:rPr>
                <w:rFonts w:hint="eastAsia"/>
                <w:sz w:val="24"/>
              </w:rPr>
              <w:t>□</w:t>
            </w:r>
            <w:r w:rsidRPr="00DD3CDA">
              <w:t>勤務</w:t>
            </w:r>
            <w:r w:rsidRPr="00DD3CDA">
              <w:t>(</w:t>
            </w:r>
            <w:r w:rsidRPr="00DD3CDA">
              <w:t>学校</w:t>
            </w:r>
            <w:r w:rsidRPr="00DD3CDA">
              <w:t>)</w:t>
            </w:r>
            <w:r w:rsidRPr="00DD3CDA">
              <w:t>所在地</w:t>
            </w:r>
            <w:r>
              <w:rPr>
                <w:rFonts w:hint="eastAsia"/>
              </w:rPr>
              <w:t>、</w:t>
            </w:r>
            <w:r w:rsidRPr="00850C9B">
              <w:rPr>
                <w:rFonts w:hint="eastAsia"/>
                <w:sz w:val="24"/>
              </w:rPr>
              <w:t>□</w:t>
            </w:r>
            <w:r w:rsidRPr="00DD3CDA">
              <w:t>勤務</w:t>
            </w:r>
            <w:r w:rsidRPr="00DD3CDA">
              <w:t>(</w:t>
            </w:r>
            <w:r w:rsidRPr="00DD3CDA">
              <w:t>学校</w:t>
            </w:r>
            <w:r w:rsidRPr="00DD3CDA">
              <w:t>)</w:t>
            </w:r>
            <w:r w:rsidRPr="00DD3CDA">
              <w:t>名称</w:t>
            </w:r>
            <w:r>
              <w:rPr>
                <w:rFonts w:hint="eastAsia"/>
              </w:rPr>
              <w:t>、</w:t>
            </w:r>
            <w:r w:rsidRPr="00850C9B">
              <w:rPr>
                <w:rFonts w:hint="eastAsia"/>
                <w:sz w:val="24"/>
              </w:rPr>
              <w:t>□</w:t>
            </w:r>
            <w:r w:rsidRPr="00DD3CDA">
              <w:t>所属クラブ</w:t>
            </w:r>
          </w:p>
        </w:tc>
      </w:tr>
      <w:tr w:rsidR="0022334D" w:rsidRPr="00DD3CDA" w14:paraId="44A44D34" w14:textId="77777777" w:rsidTr="00B825E4">
        <w:tblPrEx>
          <w:tblCellMar>
            <w:top w:w="0" w:type="dxa"/>
            <w:bottom w:w="0" w:type="dxa"/>
          </w:tblCellMar>
        </w:tblPrEx>
        <w:trPr>
          <w:cantSplit/>
          <w:trHeight w:val="686"/>
        </w:trPr>
        <w:tc>
          <w:tcPr>
            <w:tcW w:w="9356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3A31F267" w14:textId="77777777" w:rsidR="0022334D" w:rsidRPr="00DD3CDA" w:rsidDel="0022334D" w:rsidRDefault="0022334D" w:rsidP="000B05A4"/>
          <w:p w14:paraId="292D29AB" w14:textId="77777777" w:rsidR="0022334D" w:rsidRPr="00DD3CDA" w:rsidRDefault="0022334D" w:rsidP="000B05A4"/>
        </w:tc>
      </w:tr>
      <w:tr w:rsidR="0022334D" w:rsidRPr="00DD3CDA" w14:paraId="19CC95EC" w14:textId="77777777" w:rsidTr="00A442B0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1995" w:type="dxa"/>
            <w:gridSpan w:val="2"/>
            <w:vAlign w:val="center"/>
          </w:tcPr>
          <w:p w14:paraId="6E3293B0" w14:textId="77777777" w:rsidR="0022334D" w:rsidRPr="00DD3CDA" w:rsidRDefault="0022334D">
            <w:r w:rsidRPr="00DD3CDA">
              <w:t>備　考</w:t>
            </w:r>
          </w:p>
        </w:tc>
        <w:tc>
          <w:tcPr>
            <w:tcW w:w="7361" w:type="dxa"/>
            <w:gridSpan w:val="7"/>
            <w:vAlign w:val="center"/>
          </w:tcPr>
          <w:p w14:paraId="2558B1F0" w14:textId="77777777" w:rsidR="0022334D" w:rsidRPr="00DD3CDA" w:rsidRDefault="0022334D"/>
          <w:p w14:paraId="56AF0659" w14:textId="77777777" w:rsidR="0022334D" w:rsidRDefault="0022334D">
            <w:pPr>
              <w:rPr>
                <w:rFonts w:hint="eastAsia"/>
              </w:rPr>
            </w:pPr>
          </w:p>
          <w:p w14:paraId="13936D16" w14:textId="77777777" w:rsidR="0022334D" w:rsidRPr="00DD3CDA" w:rsidRDefault="0022334D">
            <w:pPr>
              <w:rPr>
                <w:rFonts w:hint="eastAsia"/>
              </w:rPr>
            </w:pPr>
          </w:p>
        </w:tc>
      </w:tr>
    </w:tbl>
    <w:p w14:paraId="58A049A9" w14:textId="77777777" w:rsidR="00A764FF" w:rsidRDefault="00A764FF">
      <w:pPr>
        <w:rPr>
          <w:rFonts w:hint="eastAsia"/>
          <w:sz w:val="18"/>
          <w:szCs w:val="18"/>
        </w:rPr>
      </w:pPr>
      <w:r w:rsidRPr="00C752F1">
        <w:rPr>
          <w:rFonts w:hint="eastAsia"/>
          <w:sz w:val="18"/>
          <w:szCs w:val="18"/>
        </w:rPr>
        <w:t>＊１</w:t>
      </w:r>
      <w:r w:rsidR="00BC2289" w:rsidRPr="00BC2289">
        <w:rPr>
          <w:rFonts w:hint="eastAsia"/>
          <w:sz w:val="18"/>
          <w:szCs w:val="18"/>
        </w:rPr>
        <w:t>：</w:t>
      </w:r>
      <w:r w:rsidR="00BC2289" w:rsidRPr="00BC2289">
        <w:rPr>
          <w:rFonts w:hint="eastAsia"/>
          <w:sz w:val="18"/>
          <w:szCs w:val="18"/>
        </w:rPr>
        <w:t>JOA</w:t>
      </w:r>
      <w:r w:rsidR="0065154C" w:rsidRPr="00C752F1">
        <w:rPr>
          <w:rFonts w:hint="eastAsia"/>
          <w:sz w:val="18"/>
          <w:szCs w:val="18"/>
        </w:rPr>
        <w:t>から</w:t>
      </w:r>
      <w:r w:rsidRPr="00C752F1">
        <w:rPr>
          <w:rFonts w:hint="eastAsia"/>
          <w:sz w:val="18"/>
          <w:szCs w:val="18"/>
        </w:rPr>
        <w:t>の情報発信にも使います。できるだけ添付ファイル</w:t>
      </w:r>
      <w:r w:rsidR="00C752F1" w:rsidRPr="00C752F1">
        <w:rPr>
          <w:rFonts w:hint="eastAsia"/>
          <w:sz w:val="18"/>
          <w:szCs w:val="18"/>
        </w:rPr>
        <w:t>を見ることができる</w:t>
      </w:r>
      <w:r w:rsidRPr="00C752F1">
        <w:rPr>
          <w:rFonts w:hint="eastAsia"/>
          <w:sz w:val="18"/>
          <w:szCs w:val="18"/>
        </w:rPr>
        <w:t>アドレスを登録してください。</w:t>
      </w:r>
    </w:p>
    <w:p w14:paraId="2B58761F" w14:textId="13519CAC" w:rsidR="00C752F1" w:rsidRPr="00C752F1" w:rsidRDefault="00C752F1">
      <w:pPr>
        <w:rPr>
          <w:rFonts w:hint="eastAsia"/>
          <w:sz w:val="18"/>
          <w:szCs w:val="18"/>
        </w:rPr>
      </w:pPr>
    </w:p>
    <w:p w14:paraId="7BB85947" w14:textId="77777777" w:rsidR="00E83EE4" w:rsidRPr="00C752F1" w:rsidRDefault="00E83EE4">
      <w:pPr>
        <w:rPr>
          <w:sz w:val="18"/>
          <w:szCs w:val="18"/>
        </w:rPr>
      </w:pPr>
      <w:r w:rsidRPr="00C752F1">
        <w:rPr>
          <w:sz w:val="18"/>
          <w:szCs w:val="18"/>
        </w:rPr>
        <w:t>申請する上での留意事項</w:t>
      </w:r>
    </w:p>
    <w:p w14:paraId="6A45E6B6" w14:textId="77777777" w:rsidR="0051097F" w:rsidRPr="00C752F1" w:rsidRDefault="0051097F" w:rsidP="00ED6251">
      <w:pPr>
        <w:numPr>
          <w:ilvl w:val="0"/>
          <w:numId w:val="4"/>
        </w:numPr>
        <w:spacing w:line="280" w:lineRule="exact"/>
        <w:ind w:rightChars="-150" w:right="-315"/>
        <w:rPr>
          <w:rFonts w:hint="eastAsia"/>
          <w:sz w:val="18"/>
          <w:szCs w:val="18"/>
        </w:rPr>
      </w:pPr>
      <w:r w:rsidRPr="00C752F1">
        <w:rPr>
          <w:rFonts w:hint="eastAsia"/>
          <w:sz w:val="18"/>
          <w:szCs w:val="18"/>
        </w:rPr>
        <w:t>競技者登録は申請</w:t>
      </w:r>
      <w:r w:rsidR="00FC5413" w:rsidRPr="00C752F1">
        <w:rPr>
          <w:rFonts w:hint="eastAsia"/>
          <w:sz w:val="18"/>
          <w:szCs w:val="18"/>
        </w:rPr>
        <w:t>日</w:t>
      </w:r>
      <w:r w:rsidRPr="00C752F1">
        <w:rPr>
          <w:rFonts w:hint="eastAsia"/>
          <w:sz w:val="18"/>
          <w:szCs w:val="18"/>
        </w:rPr>
        <w:t>の翌月から有効です。</w:t>
      </w:r>
    </w:p>
    <w:p w14:paraId="16B0BFF1" w14:textId="77777777" w:rsidR="00E83EE4" w:rsidRPr="00C752F1" w:rsidRDefault="00E83EE4" w:rsidP="00ED6251">
      <w:pPr>
        <w:numPr>
          <w:ilvl w:val="0"/>
          <w:numId w:val="4"/>
        </w:numPr>
        <w:spacing w:line="280" w:lineRule="exact"/>
        <w:ind w:rightChars="-150" w:right="-315"/>
        <w:rPr>
          <w:sz w:val="18"/>
          <w:szCs w:val="18"/>
        </w:rPr>
      </w:pPr>
      <w:r w:rsidRPr="00C752F1">
        <w:rPr>
          <w:sz w:val="18"/>
          <w:szCs w:val="18"/>
        </w:rPr>
        <w:t>登録申請</w:t>
      </w:r>
      <w:r w:rsidR="0051097F" w:rsidRPr="00C752F1">
        <w:rPr>
          <w:rFonts w:hint="eastAsia"/>
          <w:sz w:val="18"/>
          <w:szCs w:val="18"/>
        </w:rPr>
        <w:t>最終</w:t>
      </w:r>
      <w:r w:rsidR="00D52C33" w:rsidRPr="00C752F1">
        <w:rPr>
          <w:sz w:val="18"/>
          <w:szCs w:val="18"/>
        </w:rPr>
        <w:t>期限は</w:t>
      </w:r>
      <w:r w:rsidR="00CB33BC" w:rsidRPr="00C752F1">
        <w:rPr>
          <w:sz w:val="18"/>
          <w:szCs w:val="18"/>
        </w:rPr>
        <w:t>翌年</w:t>
      </w:r>
      <w:r w:rsidR="00CB33BC" w:rsidRPr="00C752F1">
        <w:rPr>
          <w:sz w:val="18"/>
          <w:szCs w:val="18"/>
        </w:rPr>
        <w:t>1</w:t>
      </w:r>
      <w:r w:rsidRPr="00C752F1">
        <w:rPr>
          <w:sz w:val="18"/>
          <w:szCs w:val="18"/>
        </w:rPr>
        <w:t>月</w:t>
      </w:r>
      <w:r w:rsidR="00DD3CDA" w:rsidRPr="00C752F1">
        <w:rPr>
          <w:sz w:val="18"/>
          <w:szCs w:val="18"/>
        </w:rPr>
        <w:t>20</w:t>
      </w:r>
      <w:r w:rsidRPr="00C752F1">
        <w:rPr>
          <w:sz w:val="18"/>
          <w:szCs w:val="18"/>
        </w:rPr>
        <w:t>日</w:t>
      </w:r>
      <w:r w:rsidR="00D52C33" w:rsidRPr="00C752F1">
        <w:rPr>
          <w:sz w:val="18"/>
          <w:szCs w:val="18"/>
        </w:rPr>
        <w:t>です。期限を過ぎると、登録できません。</w:t>
      </w:r>
    </w:p>
    <w:p w14:paraId="15C042A4" w14:textId="77777777" w:rsidR="00E83EE4" w:rsidRPr="00C752F1" w:rsidRDefault="00E83EE4" w:rsidP="00ED6251">
      <w:pPr>
        <w:numPr>
          <w:ilvl w:val="0"/>
          <w:numId w:val="4"/>
        </w:numPr>
        <w:spacing w:line="280" w:lineRule="exact"/>
        <w:ind w:rightChars="-150" w:right="-315"/>
        <w:rPr>
          <w:sz w:val="18"/>
          <w:szCs w:val="18"/>
        </w:rPr>
      </w:pPr>
      <w:r w:rsidRPr="00C752F1">
        <w:rPr>
          <w:sz w:val="18"/>
          <w:szCs w:val="18"/>
        </w:rPr>
        <w:t>申請は、一都道府県オリエンテーリング協会のみです。</w:t>
      </w:r>
    </w:p>
    <w:p w14:paraId="0BC94900" w14:textId="77777777" w:rsidR="00C752F1" w:rsidRPr="00C752F1" w:rsidRDefault="00E83EE4" w:rsidP="00DD3CDA">
      <w:pPr>
        <w:numPr>
          <w:ilvl w:val="0"/>
          <w:numId w:val="4"/>
        </w:numPr>
        <w:spacing w:line="280" w:lineRule="exact"/>
        <w:ind w:rightChars="-150" w:right="-315"/>
        <w:rPr>
          <w:rFonts w:hint="eastAsia"/>
          <w:sz w:val="18"/>
          <w:szCs w:val="18"/>
        </w:rPr>
      </w:pPr>
      <w:r w:rsidRPr="00C752F1">
        <w:rPr>
          <w:sz w:val="18"/>
          <w:szCs w:val="18"/>
        </w:rPr>
        <w:t>競技者登録料</w:t>
      </w:r>
      <w:r w:rsidR="00C02166" w:rsidRPr="00C752F1">
        <w:rPr>
          <w:sz w:val="18"/>
          <w:szCs w:val="18"/>
        </w:rPr>
        <w:t>(</w:t>
      </w:r>
      <w:r w:rsidR="00C02166" w:rsidRPr="00C752F1">
        <w:rPr>
          <w:sz w:val="18"/>
          <w:szCs w:val="18"/>
        </w:rPr>
        <w:t>年額</w:t>
      </w:r>
      <w:r w:rsidR="00C02166" w:rsidRPr="00C752F1">
        <w:rPr>
          <w:sz w:val="18"/>
          <w:szCs w:val="18"/>
        </w:rPr>
        <w:t>)</w:t>
      </w:r>
      <w:r w:rsidRPr="00C752F1">
        <w:rPr>
          <w:sz w:val="18"/>
          <w:szCs w:val="18"/>
        </w:rPr>
        <w:t>は、</w:t>
      </w:r>
      <w:r w:rsidR="00DD3CDA" w:rsidRPr="00C752F1">
        <w:rPr>
          <w:sz w:val="18"/>
          <w:szCs w:val="18"/>
        </w:rPr>
        <w:t>一般</w:t>
      </w:r>
      <w:r w:rsidR="00DD3CDA" w:rsidRPr="00C752F1">
        <w:rPr>
          <w:rFonts w:hint="eastAsia"/>
          <w:sz w:val="18"/>
          <w:szCs w:val="18"/>
        </w:rPr>
        <w:t>：</w:t>
      </w:r>
      <w:r w:rsidR="00C752F1" w:rsidRPr="00C752F1">
        <w:rPr>
          <w:rFonts w:hint="eastAsia"/>
          <w:sz w:val="18"/>
          <w:szCs w:val="18"/>
        </w:rPr>
        <w:t>5</w:t>
      </w:r>
      <w:r w:rsidR="00DD3CDA" w:rsidRPr="00C752F1">
        <w:rPr>
          <w:rFonts w:hint="eastAsia"/>
          <w:sz w:val="18"/>
          <w:szCs w:val="18"/>
        </w:rPr>
        <w:t>,000</w:t>
      </w:r>
      <w:r w:rsidRPr="00C752F1">
        <w:rPr>
          <w:sz w:val="18"/>
          <w:szCs w:val="18"/>
        </w:rPr>
        <w:t>円</w:t>
      </w:r>
      <w:r w:rsidR="00C02166" w:rsidRPr="00C752F1">
        <w:rPr>
          <w:sz w:val="18"/>
          <w:szCs w:val="18"/>
        </w:rPr>
        <w:t>、学生</w:t>
      </w:r>
      <w:r w:rsidR="00DD3CDA" w:rsidRPr="00C752F1">
        <w:rPr>
          <w:rFonts w:hint="eastAsia"/>
          <w:sz w:val="18"/>
          <w:szCs w:val="18"/>
        </w:rPr>
        <w:t>（大学院を含む）：</w:t>
      </w:r>
      <w:r w:rsidR="00DD3CDA" w:rsidRPr="00C752F1">
        <w:rPr>
          <w:rFonts w:hint="eastAsia"/>
          <w:sz w:val="18"/>
          <w:szCs w:val="18"/>
        </w:rPr>
        <w:t>1,000</w:t>
      </w:r>
      <w:r w:rsidR="00C02166" w:rsidRPr="00C752F1">
        <w:rPr>
          <w:sz w:val="18"/>
          <w:szCs w:val="18"/>
        </w:rPr>
        <w:t>円、高校生</w:t>
      </w:r>
      <w:r w:rsidR="00DD3CDA" w:rsidRPr="00C752F1">
        <w:rPr>
          <w:rFonts w:hint="eastAsia"/>
          <w:sz w:val="18"/>
          <w:szCs w:val="18"/>
        </w:rPr>
        <w:t>：</w:t>
      </w:r>
      <w:r w:rsidR="00DD3CDA" w:rsidRPr="00C752F1">
        <w:rPr>
          <w:rFonts w:hint="eastAsia"/>
          <w:sz w:val="18"/>
          <w:szCs w:val="18"/>
        </w:rPr>
        <w:t>500</w:t>
      </w:r>
      <w:r w:rsidR="00C02166" w:rsidRPr="00C752F1">
        <w:rPr>
          <w:sz w:val="18"/>
          <w:szCs w:val="18"/>
        </w:rPr>
        <w:t>円</w:t>
      </w:r>
      <w:r w:rsidR="00EB6124" w:rsidRPr="00C752F1">
        <w:rPr>
          <w:sz w:val="18"/>
          <w:szCs w:val="18"/>
        </w:rPr>
        <w:t>、</w:t>
      </w:r>
    </w:p>
    <w:p w14:paraId="44023A0D" w14:textId="77777777" w:rsidR="00E83EE4" w:rsidRPr="00C752F1" w:rsidRDefault="00DD3CDA" w:rsidP="00C752F1">
      <w:pPr>
        <w:spacing w:line="280" w:lineRule="exact"/>
        <w:ind w:left="210" w:rightChars="-150" w:right="-315"/>
        <w:rPr>
          <w:sz w:val="18"/>
          <w:szCs w:val="18"/>
        </w:rPr>
      </w:pPr>
      <w:r w:rsidRPr="00C752F1">
        <w:rPr>
          <w:rFonts w:hint="eastAsia"/>
          <w:sz w:val="18"/>
          <w:szCs w:val="18"/>
        </w:rPr>
        <w:t>中学生（</w:t>
      </w:r>
      <w:r w:rsidRPr="00C752F1">
        <w:rPr>
          <w:rFonts w:hint="eastAsia"/>
          <w:sz w:val="18"/>
          <w:szCs w:val="18"/>
        </w:rPr>
        <w:t>15</w:t>
      </w:r>
      <w:r w:rsidRPr="00C752F1">
        <w:rPr>
          <w:rFonts w:hint="eastAsia"/>
          <w:sz w:val="18"/>
          <w:szCs w:val="18"/>
        </w:rPr>
        <w:t xml:space="preserve">歳）以下：無料　</w:t>
      </w:r>
      <w:r w:rsidR="00E83EE4" w:rsidRPr="00C752F1">
        <w:rPr>
          <w:sz w:val="18"/>
          <w:szCs w:val="18"/>
        </w:rPr>
        <w:t>です。</w:t>
      </w:r>
      <w:r w:rsidRPr="00C752F1">
        <w:rPr>
          <w:rFonts w:hint="eastAsia"/>
          <w:sz w:val="18"/>
          <w:szCs w:val="18"/>
        </w:rPr>
        <w:t>ただし、中学生以下でも登録申請は必要です。</w:t>
      </w:r>
    </w:p>
    <w:p w14:paraId="2479CF47" w14:textId="7428A105" w:rsidR="00E83EE4" w:rsidRPr="00C752F1" w:rsidRDefault="00E83EE4" w:rsidP="00ED6251">
      <w:pPr>
        <w:numPr>
          <w:ilvl w:val="0"/>
          <w:numId w:val="4"/>
        </w:numPr>
        <w:spacing w:line="280" w:lineRule="exact"/>
        <w:ind w:rightChars="-150" w:right="-315"/>
        <w:rPr>
          <w:sz w:val="18"/>
          <w:szCs w:val="18"/>
        </w:rPr>
      </w:pPr>
      <w:r w:rsidRPr="00C752F1">
        <w:rPr>
          <w:sz w:val="18"/>
          <w:szCs w:val="18"/>
        </w:rPr>
        <w:t>住所などの変更があった場合は、速やかに所属する協会</w:t>
      </w:r>
      <w:r w:rsidR="007276C2">
        <w:rPr>
          <w:rFonts w:hint="eastAsia"/>
          <w:sz w:val="18"/>
          <w:szCs w:val="18"/>
        </w:rPr>
        <w:t>か</w:t>
      </w:r>
      <w:r w:rsidR="007276C2">
        <w:rPr>
          <w:sz w:val="18"/>
          <w:szCs w:val="18"/>
        </w:rPr>
        <w:t>JOA</w:t>
      </w:r>
      <w:r w:rsidR="00D52C33" w:rsidRPr="00C752F1">
        <w:rPr>
          <w:sz w:val="18"/>
          <w:szCs w:val="18"/>
        </w:rPr>
        <w:t>まで</w:t>
      </w:r>
      <w:r w:rsidRPr="00C752F1">
        <w:rPr>
          <w:sz w:val="18"/>
          <w:szCs w:val="18"/>
        </w:rPr>
        <w:t>連絡して下さい。</w:t>
      </w:r>
    </w:p>
    <w:p w14:paraId="7011A65D" w14:textId="77777777" w:rsidR="00E83EE4" w:rsidRPr="00C752F1" w:rsidRDefault="00E83EE4" w:rsidP="00ED6251">
      <w:pPr>
        <w:numPr>
          <w:ilvl w:val="0"/>
          <w:numId w:val="4"/>
        </w:numPr>
        <w:spacing w:line="280" w:lineRule="exact"/>
        <w:ind w:rightChars="-150" w:right="-315"/>
        <w:rPr>
          <w:sz w:val="18"/>
          <w:szCs w:val="18"/>
        </w:rPr>
      </w:pPr>
      <w:r w:rsidRPr="00C752F1">
        <w:rPr>
          <w:sz w:val="18"/>
          <w:szCs w:val="18"/>
        </w:rPr>
        <w:t>住所などの変更があった場合でも、年度途中の所属変更は</w:t>
      </w:r>
      <w:r w:rsidR="00D52C33" w:rsidRPr="00C752F1">
        <w:rPr>
          <w:sz w:val="18"/>
          <w:szCs w:val="18"/>
        </w:rPr>
        <w:t>行えません。</w:t>
      </w:r>
    </w:p>
    <w:p w14:paraId="70283A3D" w14:textId="77777777" w:rsidR="00E83EE4" w:rsidRPr="00C752F1" w:rsidRDefault="00E83EE4" w:rsidP="00ED6251">
      <w:pPr>
        <w:numPr>
          <w:ilvl w:val="0"/>
          <w:numId w:val="4"/>
        </w:numPr>
        <w:spacing w:line="280" w:lineRule="exact"/>
        <w:ind w:rightChars="-150" w:right="-315"/>
        <w:rPr>
          <w:rFonts w:hint="eastAsia"/>
          <w:sz w:val="18"/>
          <w:szCs w:val="18"/>
        </w:rPr>
      </w:pPr>
      <w:r w:rsidRPr="00C752F1">
        <w:rPr>
          <w:sz w:val="18"/>
          <w:szCs w:val="18"/>
        </w:rPr>
        <w:t>同じ都道府県に登録を継続する限り、登録番号</w:t>
      </w:r>
      <w:r w:rsidR="00D52C33" w:rsidRPr="00C752F1">
        <w:rPr>
          <w:sz w:val="18"/>
          <w:szCs w:val="18"/>
        </w:rPr>
        <w:t>は変わりません。</w:t>
      </w:r>
    </w:p>
    <w:p w14:paraId="524F2B1F" w14:textId="5BC39D00" w:rsidR="00B52DDD" w:rsidRPr="00C752F1" w:rsidRDefault="00FC5413" w:rsidP="00C752F1">
      <w:pPr>
        <w:numPr>
          <w:ilvl w:val="0"/>
          <w:numId w:val="4"/>
        </w:numPr>
        <w:spacing w:line="280" w:lineRule="exact"/>
        <w:ind w:left="180" w:rightChars="-150" w:right="-315" w:hangingChars="100" w:hanging="180"/>
        <w:rPr>
          <w:rFonts w:hint="eastAsia"/>
          <w:sz w:val="18"/>
          <w:szCs w:val="18"/>
        </w:rPr>
      </w:pPr>
      <w:r w:rsidRPr="00C752F1">
        <w:rPr>
          <w:rFonts w:hint="eastAsia"/>
          <w:sz w:val="18"/>
          <w:szCs w:val="18"/>
        </w:rPr>
        <w:t>氏名、競技者登録番号および所属（都道府県）を</w:t>
      </w:r>
      <w:r w:rsidR="007276C2">
        <w:rPr>
          <w:rFonts w:hint="eastAsia"/>
          <w:sz w:val="18"/>
          <w:szCs w:val="18"/>
        </w:rPr>
        <w:t>ネット公開</w:t>
      </w:r>
      <w:r w:rsidRPr="00C752F1">
        <w:rPr>
          <w:rFonts w:hint="eastAsia"/>
          <w:sz w:val="18"/>
          <w:szCs w:val="18"/>
        </w:rPr>
        <w:t>いたします。</w:t>
      </w:r>
    </w:p>
    <w:p w14:paraId="69EF0273" w14:textId="77777777" w:rsidR="00E44368" w:rsidRDefault="0051097F" w:rsidP="00C752F1">
      <w:pPr>
        <w:numPr>
          <w:ilvl w:val="0"/>
          <w:numId w:val="4"/>
        </w:numPr>
        <w:spacing w:line="280" w:lineRule="exact"/>
        <w:ind w:left="180" w:rightChars="-150" w:right="-315" w:hangingChars="100" w:hanging="180"/>
        <w:rPr>
          <w:sz w:val="18"/>
          <w:szCs w:val="18"/>
        </w:rPr>
      </w:pPr>
      <w:r w:rsidRPr="00C752F1">
        <w:rPr>
          <w:rFonts w:hint="eastAsia"/>
          <w:sz w:val="18"/>
          <w:szCs w:val="18"/>
        </w:rPr>
        <w:t>記載内容は、公認大会参加資格、</w:t>
      </w:r>
      <w:r w:rsidR="00FC5413" w:rsidRPr="00C752F1">
        <w:rPr>
          <w:rFonts w:hint="eastAsia"/>
          <w:sz w:val="18"/>
          <w:szCs w:val="18"/>
        </w:rPr>
        <w:t>記録の認定、</w:t>
      </w:r>
      <w:r w:rsidR="00C21993" w:rsidRPr="00C752F1">
        <w:rPr>
          <w:rFonts w:hint="eastAsia"/>
          <w:sz w:val="18"/>
          <w:szCs w:val="18"/>
        </w:rPr>
        <w:t>年齢別ランキングなど</w:t>
      </w:r>
      <w:r w:rsidR="00FC5413" w:rsidRPr="00C752F1">
        <w:rPr>
          <w:rFonts w:hint="eastAsia"/>
          <w:sz w:val="18"/>
          <w:szCs w:val="18"/>
        </w:rPr>
        <w:t>競技に関する照会、</w:t>
      </w:r>
      <w:r w:rsidRPr="00C752F1">
        <w:rPr>
          <w:rFonts w:hint="eastAsia"/>
          <w:sz w:val="18"/>
          <w:szCs w:val="18"/>
        </w:rPr>
        <w:t>JOA</w:t>
      </w:r>
      <w:r w:rsidRPr="00C752F1">
        <w:rPr>
          <w:rFonts w:hint="eastAsia"/>
          <w:sz w:val="18"/>
          <w:szCs w:val="18"/>
        </w:rPr>
        <w:t>からの情報提供</w:t>
      </w:r>
    </w:p>
    <w:p w14:paraId="423632EE" w14:textId="32971AE1" w:rsidR="00B52DDD" w:rsidRPr="00C752F1" w:rsidRDefault="0051097F" w:rsidP="00E44368">
      <w:pPr>
        <w:spacing w:line="280" w:lineRule="exact"/>
        <w:ind w:left="180" w:rightChars="-150" w:right="-315"/>
        <w:rPr>
          <w:rFonts w:hint="eastAsia"/>
          <w:sz w:val="18"/>
          <w:szCs w:val="18"/>
        </w:rPr>
      </w:pPr>
      <w:r w:rsidRPr="00C752F1">
        <w:rPr>
          <w:rFonts w:hint="eastAsia"/>
          <w:sz w:val="18"/>
          <w:szCs w:val="18"/>
        </w:rPr>
        <w:t>以外には使用しません。</w:t>
      </w:r>
    </w:p>
    <w:p w14:paraId="678938A7" w14:textId="37A1D4C2" w:rsidR="00365B89" w:rsidRPr="00D27DB1" w:rsidRDefault="00C752F1" w:rsidP="00D27DB1">
      <w:pPr>
        <w:spacing w:line="280" w:lineRule="exact"/>
        <w:ind w:leftChars="100" w:left="210" w:rightChars="-150" w:right="-315" w:firstLineChars="100" w:firstLine="180"/>
        <w:rPr>
          <w:sz w:val="20"/>
        </w:rPr>
      </w:pPr>
      <w:r w:rsidRPr="00C752F1">
        <w:rPr>
          <w:rFonts w:hint="eastAsia"/>
          <w:sz w:val="18"/>
          <w:szCs w:val="18"/>
        </w:rPr>
        <w:t>*JOA</w:t>
      </w:r>
      <w:r w:rsidRPr="00C752F1">
        <w:rPr>
          <w:rFonts w:hint="eastAsia"/>
          <w:sz w:val="18"/>
          <w:szCs w:val="18"/>
        </w:rPr>
        <w:t>規程「個人情報管理規定」第</w:t>
      </w:r>
      <w:r w:rsidRPr="00C752F1">
        <w:rPr>
          <w:rFonts w:hint="eastAsia"/>
          <w:sz w:val="18"/>
          <w:szCs w:val="18"/>
        </w:rPr>
        <w:t>7</w:t>
      </w:r>
      <w:r w:rsidRPr="00C752F1">
        <w:rPr>
          <w:rFonts w:hint="eastAsia"/>
          <w:sz w:val="18"/>
          <w:szCs w:val="18"/>
        </w:rPr>
        <w:t>条（個人情報提供）に合致しています。</w:t>
      </w:r>
    </w:p>
    <w:p w14:paraId="67D9F407" w14:textId="77777777" w:rsidR="00365B89" w:rsidRPr="00B52DDD" w:rsidRDefault="00365B89" w:rsidP="00EA5054">
      <w:pPr>
        <w:spacing w:line="280" w:lineRule="exact"/>
        <w:ind w:left="200" w:rightChars="-150" w:right="-315" w:hanging="200"/>
        <w:rPr>
          <w:rFonts w:hint="eastAsia"/>
          <w:sz w:val="20"/>
        </w:rPr>
      </w:pPr>
    </w:p>
    <w:sectPr w:rsidR="00365B89" w:rsidRPr="00B52DDD" w:rsidSect="00637946">
      <w:pgSz w:w="11906" w:h="16838" w:code="9"/>
      <w:pgMar w:top="1134" w:right="1134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25EA" w14:textId="77777777" w:rsidR="00EF24E9" w:rsidRDefault="00EF24E9" w:rsidP="00835195">
      <w:r>
        <w:separator/>
      </w:r>
    </w:p>
  </w:endnote>
  <w:endnote w:type="continuationSeparator" w:id="0">
    <w:p w14:paraId="4AD38382" w14:textId="77777777" w:rsidR="00EF24E9" w:rsidRDefault="00EF24E9" w:rsidP="0083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C742" w14:textId="77777777" w:rsidR="00EF24E9" w:rsidRDefault="00EF24E9" w:rsidP="00835195">
      <w:r>
        <w:separator/>
      </w:r>
    </w:p>
  </w:footnote>
  <w:footnote w:type="continuationSeparator" w:id="0">
    <w:p w14:paraId="087AE63E" w14:textId="77777777" w:rsidR="00EF24E9" w:rsidRDefault="00EF24E9" w:rsidP="00835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7B8E"/>
    <w:multiLevelType w:val="hybridMultilevel"/>
    <w:tmpl w:val="3404D6AC"/>
    <w:lvl w:ilvl="0" w:tplc="3562630C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6BB6E0A"/>
    <w:multiLevelType w:val="singleLevel"/>
    <w:tmpl w:val="ACC0ACC0"/>
    <w:lvl w:ilvl="0">
      <w:start w:val="1"/>
      <w:numFmt w:val="decimalFullWidth"/>
      <w:lvlText w:val="（%1）"/>
      <w:lvlJc w:val="left"/>
      <w:pPr>
        <w:tabs>
          <w:tab w:val="num" w:pos="1260"/>
        </w:tabs>
        <w:ind w:left="1260" w:hanging="630"/>
      </w:pPr>
      <w:rPr>
        <w:rFonts w:hint="eastAsia"/>
      </w:rPr>
    </w:lvl>
  </w:abstractNum>
  <w:abstractNum w:abstractNumId="2" w15:restartNumberingAfterBreak="0">
    <w:nsid w:val="118130D9"/>
    <w:multiLevelType w:val="hybridMultilevel"/>
    <w:tmpl w:val="E73684C0"/>
    <w:lvl w:ilvl="0" w:tplc="8A682C7C">
      <w:start w:val="2003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" w15:restartNumberingAfterBreak="0">
    <w:nsid w:val="4350268A"/>
    <w:multiLevelType w:val="singleLevel"/>
    <w:tmpl w:val="CF7C722E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  <w:lang w:val="en-US"/>
      </w:rPr>
    </w:lvl>
  </w:abstractNum>
  <w:abstractNum w:abstractNumId="4" w15:restartNumberingAfterBreak="0">
    <w:nsid w:val="529B540B"/>
    <w:multiLevelType w:val="hybridMultilevel"/>
    <w:tmpl w:val="5574A916"/>
    <w:lvl w:ilvl="0" w:tplc="C91016BA">
      <w:start w:val="2003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60026582"/>
    <w:multiLevelType w:val="singleLevel"/>
    <w:tmpl w:val="F886F6BA"/>
    <w:lvl w:ilvl="0">
      <w:start w:val="1"/>
      <w:numFmt w:val="decimalFullWidth"/>
      <w:lvlText w:val="（%1）"/>
      <w:lvlJc w:val="left"/>
      <w:pPr>
        <w:tabs>
          <w:tab w:val="num" w:pos="1260"/>
        </w:tabs>
        <w:ind w:left="1260" w:hanging="630"/>
      </w:pPr>
      <w:rPr>
        <w:rFonts w:hint="eastAsia"/>
      </w:rPr>
    </w:lvl>
  </w:abstractNum>
  <w:abstractNum w:abstractNumId="6" w15:restartNumberingAfterBreak="0">
    <w:nsid w:val="7D5036F7"/>
    <w:multiLevelType w:val="singleLevel"/>
    <w:tmpl w:val="BA8C3C28"/>
    <w:lvl w:ilvl="0">
      <w:start w:val="1"/>
      <w:numFmt w:val="bullet"/>
      <w:lvlText w:val="・"/>
      <w:lvlJc w:val="left"/>
      <w:pPr>
        <w:tabs>
          <w:tab w:val="num" w:pos="1260"/>
        </w:tabs>
        <w:ind w:left="1260" w:hanging="210"/>
      </w:pPr>
      <w:rPr>
        <w:rFonts w:ascii="ＭＳ 明朝" w:hint="eastAsia"/>
      </w:rPr>
    </w:lvl>
  </w:abstractNum>
  <w:num w:numId="1" w16cid:durableId="76094834">
    <w:abstractNumId w:val="1"/>
  </w:num>
  <w:num w:numId="2" w16cid:durableId="1500077215">
    <w:abstractNumId w:val="5"/>
  </w:num>
  <w:num w:numId="3" w16cid:durableId="2002614090">
    <w:abstractNumId w:val="6"/>
  </w:num>
  <w:num w:numId="4" w16cid:durableId="541214816">
    <w:abstractNumId w:val="3"/>
  </w:num>
  <w:num w:numId="5" w16cid:durableId="1215698019">
    <w:abstractNumId w:val="4"/>
  </w:num>
  <w:num w:numId="6" w16cid:durableId="1315724094">
    <w:abstractNumId w:val="2"/>
  </w:num>
  <w:num w:numId="7" w16cid:durableId="427235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6C"/>
    <w:rsid w:val="00004A83"/>
    <w:rsid w:val="00093A60"/>
    <w:rsid w:val="000B05A4"/>
    <w:rsid w:val="001B3817"/>
    <w:rsid w:val="001F37BE"/>
    <w:rsid w:val="0020291D"/>
    <w:rsid w:val="0022334D"/>
    <w:rsid w:val="0022528C"/>
    <w:rsid w:val="002A465B"/>
    <w:rsid w:val="002E15C3"/>
    <w:rsid w:val="00365B89"/>
    <w:rsid w:val="00384C4C"/>
    <w:rsid w:val="003A168E"/>
    <w:rsid w:val="003F0D7E"/>
    <w:rsid w:val="00401189"/>
    <w:rsid w:val="004733AE"/>
    <w:rsid w:val="00483F95"/>
    <w:rsid w:val="00491CC3"/>
    <w:rsid w:val="004C40F4"/>
    <w:rsid w:val="004D2D28"/>
    <w:rsid w:val="004E27A1"/>
    <w:rsid w:val="0051097F"/>
    <w:rsid w:val="00524C64"/>
    <w:rsid w:val="0058096C"/>
    <w:rsid w:val="00585912"/>
    <w:rsid w:val="005E4FBD"/>
    <w:rsid w:val="00637946"/>
    <w:rsid w:val="0065154C"/>
    <w:rsid w:val="00665CC9"/>
    <w:rsid w:val="006E0BEE"/>
    <w:rsid w:val="00723DE1"/>
    <w:rsid w:val="007243B6"/>
    <w:rsid w:val="007276C2"/>
    <w:rsid w:val="0079546F"/>
    <w:rsid w:val="0081390B"/>
    <w:rsid w:val="008265EB"/>
    <w:rsid w:val="00835195"/>
    <w:rsid w:val="00850C9B"/>
    <w:rsid w:val="00884D10"/>
    <w:rsid w:val="008B2D2C"/>
    <w:rsid w:val="008C0D61"/>
    <w:rsid w:val="008D18AB"/>
    <w:rsid w:val="009226A2"/>
    <w:rsid w:val="0093246F"/>
    <w:rsid w:val="00964791"/>
    <w:rsid w:val="00A442B0"/>
    <w:rsid w:val="00A6164C"/>
    <w:rsid w:val="00A764FF"/>
    <w:rsid w:val="00AC1C6A"/>
    <w:rsid w:val="00B03D73"/>
    <w:rsid w:val="00B25E47"/>
    <w:rsid w:val="00B52DDD"/>
    <w:rsid w:val="00B825E4"/>
    <w:rsid w:val="00BC2289"/>
    <w:rsid w:val="00C02166"/>
    <w:rsid w:val="00C070A7"/>
    <w:rsid w:val="00C21993"/>
    <w:rsid w:val="00C43495"/>
    <w:rsid w:val="00C63E66"/>
    <w:rsid w:val="00C752F1"/>
    <w:rsid w:val="00CB33BC"/>
    <w:rsid w:val="00CB7ABD"/>
    <w:rsid w:val="00CC26FB"/>
    <w:rsid w:val="00CD7576"/>
    <w:rsid w:val="00D27DB1"/>
    <w:rsid w:val="00D52C33"/>
    <w:rsid w:val="00D71143"/>
    <w:rsid w:val="00DC342F"/>
    <w:rsid w:val="00DD12F2"/>
    <w:rsid w:val="00DD3CDA"/>
    <w:rsid w:val="00E03BA1"/>
    <w:rsid w:val="00E44368"/>
    <w:rsid w:val="00E83EE4"/>
    <w:rsid w:val="00EA5054"/>
    <w:rsid w:val="00EB2B5C"/>
    <w:rsid w:val="00EB6124"/>
    <w:rsid w:val="00EB6C40"/>
    <w:rsid w:val="00ED5E3E"/>
    <w:rsid w:val="00ED6251"/>
    <w:rsid w:val="00EF1854"/>
    <w:rsid w:val="00EF24E9"/>
    <w:rsid w:val="00EF43E0"/>
    <w:rsid w:val="00F065B9"/>
    <w:rsid w:val="00F353DA"/>
    <w:rsid w:val="00F97115"/>
    <w:rsid w:val="00FC5413"/>
    <w:rsid w:val="00FD7804"/>
    <w:rsid w:val="00FE6A0F"/>
    <w:rsid w:val="00F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9D859"/>
  <w15:chartTrackingRefBased/>
  <w15:docId w15:val="{852CC2FC-9AEE-4EFE-B0EA-3A3E3F75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alutation"/>
    <w:basedOn w:val="a"/>
    <w:next w:val="a"/>
  </w:style>
  <w:style w:type="paragraph" w:styleId="a4">
    <w:name w:val="Closing"/>
    <w:basedOn w:val="a"/>
    <w:next w:val="a"/>
    <w:pPr>
      <w:jc w:val="right"/>
    </w:p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Note Heading"/>
    <w:basedOn w:val="a"/>
    <w:next w:val="a"/>
    <w:pPr>
      <w:jc w:val="center"/>
    </w:pPr>
  </w:style>
  <w:style w:type="character" w:styleId="a7">
    <w:name w:val="FollowedHyperlink"/>
    <w:basedOn w:val="a0"/>
    <w:rPr>
      <w:color w:val="800080"/>
      <w:u w:val="single"/>
    </w:rPr>
  </w:style>
  <w:style w:type="paragraph" w:styleId="a8">
    <w:name w:val="Body Text"/>
    <w:basedOn w:val="a"/>
    <w:rPr>
      <w:sz w:val="24"/>
    </w:rPr>
  </w:style>
  <w:style w:type="paragraph" w:styleId="a9">
    <w:name w:val="Date"/>
    <w:basedOn w:val="a"/>
    <w:next w:val="a"/>
    <w:rsid w:val="0058096C"/>
  </w:style>
  <w:style w:type="paragraph" w:styleId="aa">
    <w:name w:val="Balloon Text"/>
    <w:basedOn w:val="a"/>
    <w:semiHidden/>
    <w:rsid w:val="0022528C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8351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rsid w:val="00835195"/>
    <w:rPr>
      <w:kern w:val="2"/>
      <w:sz w:val="21"/>
    </w:rPr>
  </w:style>
  <w:style w:type="paragraph" w:styleId="ad">
    <w:name w:val="footer"/>
    <w:basedOn w:val="a"/>
    <w:link w:val="ae"/>
    <w:uiPriority w:val="99"/>
    <w:semiHidden/>
    <w:unhideWhenUsed/>
    <w:rsid w:val="008351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rsid w:val="00835195"/>
    <w:rPr>
      <w:kern w:val="2"/>
      <w:sz w:val="21"/>
    </w:rPr>
  </w:style>
  <w:style w:type="table" w:styleId="af">
    <w:name w:val="Table Grid"/>
    <w:basedOn w:val="a1"/>
    <w:uiPriority w:val="59"/>
    <w:rsid w:val="00EF4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F967F-F685-481C-8DF8-AA8CACD2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2000</vt:lpstr>
      <vt:lpstr>2000</vt:lpstr>
    </vt:vector>
  </TitlesOfParts>
  <Company>KOBE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</dc:title>
  <dc:subject/>
  <dc:creator>Toshio ONOYE</dc:creator>
  <cp:keywords/>
  <cp:lastModifiedBy>小野 賢二</cp:lastModifiedBy>
  <cp:revision>2</cp:revision>
  <cp:lastPrinted>2015-03-07T02:38:00Z</cp:lastPrinted>
  <dcterms:created xsi:type="dcterms:W3CDTF">2022-07-22T21:57:00Z</dcterms:created>
  <dcterms:modified xsi:type="dcterms:W3CDTF">2022-07-22T21:57:00Z</dcterms:modified>
</cp:coreProperties>
</file>